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A2" w:rsidRDefault="00AF6A21" w:rsidP="008972A2">
      <w:pPr>
        <w:pStyle w:val="Titel"/>
      </w:pPr>
      <w:r>
        <w:t xml:space="preserve">Projekt: </w:t>
      </w:r>
      <w:r w:rsidR="008972A2">
        <w:t xml:space="preserve">Additionssatz   </w:t>
      </w:r>
      <w:r w:rsidR="008972A2">
        <w:tab/>
      </w:r>
    </w:p>
    <w:p w:rsidR="008972A2" w:rsidRDefault="008972A2" w:rsidP="008972A2">
      <w:pPr>
        <w:pStyle w:val="Listenabsatz"/>
        <w:numPr>
          <w:ilvl w:val="0"/>
          <w:numId w:val="25"/>
        </w:numPr>
        <w:rPr>
          <w:sz w:val="28"/>
        </w:rPr>
      </w:pPr>
      <w:r w:rsidRPr="00081A4F">
        <w:rPr>
          <w:sz w:val="28"/>
        </w:rPr>
        <w:t xml:space="preserve">Vorbereitungen: </w:t>
      </w:r>
    </w:p>
    <w:p w:rsidR="008972A2" w:rsidRDefault="00AF6A21" w:rsidP="008972A2">
      <w:pPr>
        <w:pStyle w:val="Listenabsatz"/>
        <w:numPr>
          <w:ilvl w:val="1"/>
          <w:numId w:val="25"/>
        </w:numPr>
        <w:rPr>
          <w:sz w:val="28"/>
        </w:rPr>
      </w:pPr>
      <w:r>
        <w:rPr>
          <w:sz w:val="28"/>
        </w:rPr>
        <w:t xml:space="preserve">Einen Stapel </w:t>
      </w:r>
      <w:r w:rsidR="008972A2">
        <w:rPr>
          <w:sz w:val="28"/>
        </w:rPr>
        <w:t>Papier in 16 Päckchen (A8) schneiden</w:t>
      </w:r>
    </w:p>
    <w:p w:rsidR="008972A2" w:rsidRDefault="00AF6A21" w:rsidP="008972A2">
      <w:pPr>
        <w:pStyle w:val="Listenabsatz"/>
        <w:numPr>
          <w:ilvl w:val="1"/>
          <w:numId w:val="25"/>
        </w:numPr>
        <w:rPr>
          <w:sz w:val="28"/>
        </w:rPr>
      </w:pPr>
      <w:r>
        <w:rPr>
          <w:sz w:val="28"/>
        </w:rPr>
        <w:t xml:space="preserve">Einen Stapel </w:t>
      </w:r>
      <w:r w:rsidR="008972A2">
        <w:rPr>
          <w:sz w:val="28"/>
        </w:rPr>
        <w:t xml:space="preserve">Papier in 1 Päckchen A5 und </w:t>
      </w:r>
    </w:p>
    <w:p w:rsidR="008972A2" w:rsidRDefault="008972A2" w:rsidP="008972A2">
      <w:pPr>
        <w:pStyle w:val="Listenabsatz"/>
        <w:ind w:left="1440"/>
        <w:rPr>
          <w:sz w:val="28"/>
        </w:rPr>
      </w:pPr>
      <w:r>
        <w:rPr>
          <w:sz w:val="28"/>
        </w:rPr>
        <w:t>8 Päckchen A8 schneiden</w:t>
      </w:r>
    </w:p>
    <w:p w:rsidR="008972A2" w:rsidRPr="00081A4F" w:rsidRDefault="008972A2" w:rsidP="008972A2">
      <w:pPr>
        <w:pStyle w:val="Listenabsatz"/>
        <w:numPr>
          <w:ilvl w:val="1"/>
          <w:numId w:val="25"/>
        </w:numPr>
        <w:rPr>
          <w:sz w:val="28"/>
        </w:rPr>
      </w:pPr>
      <w:r>
        <w:rPr>
          <w:sz w:val="28"/>
        </w:rPr>
        <w:t>Spielanleitungen</w:t>
      </w:r>
      <w:r w:rsidR="00AF6A21">
        <w:rPr>
          <w:sz w:val="28"/>
        </w:rPr>
        <w:t xml:space="preserve"> „Ein Kartenspiel“</w:t>
      </w:r>
      <w:r>
        <w:rPr>
          <w:sz w:val="28"/>
        </w:rPr>
        <w:t xml:space="preserve"> laminieren</w:t>
      </w:r>
      <w:r>
        <w:rPr>
          <w:sz w:val="28"/>
        </w:rPr>
        <w:br/>
      </w:r>
    </w:p>
    <w:p w:rsidR="008972A2" w:rsidRPr="00081A4F" w:rsidRDefault="008972A2" w:rsidP="008972A2">
      <w:pPr>
        <w:pStyle w:val="Listenabsatz"/>
        <w:numPr>
          <w:ilvl w:val="0"/>
          <w:numId w:val="25"/>
        </w:numPr>
      </w:pPr>
      <w:r w:rsidRPr="00081A4F">
        <w:rPr>
          <w:sz w:val="28"/>
        </w:rPr>
        <w:t>Die Schüler</w:t>
      </w:r>
      <w:r w:rsidR="00AF6A21">
        <w:rPr>
          <w:sz w:val="28"/>
        </w:rPr>
        <w:t>innen und Schüler</w:t>
      </w:r>
      <w:r w:rsidRPr="00081A4F">
        <w:rPr>
          <w:sz w:val="28"/>
        </w:rPr>
        <w:t xml:space="preserve"> erhalten </w:t>
      </w:r>
    </w:p>
    <w:p w:rsidR="008972A2" w:rsidRPr="00081A4F" w:rsidRDefault="008972A2" w:rsidP="008972A2">
      <w:pPr>
        <w:pStyle w:val="Listenabsatz"/>
        <w:numPr>
          <w:ilvl w:val="1"/>
          <w:numId w:val="25"/>
        </w:numPr>
      </w:pPr>
      <w:r>
        <w:rPr>
          <w:sz w:val="28"/>
        </w:rPr>
        <w:t xml:space="preserve">die Spielanleitung </w:t>
      </w:r>
      <w:r w:rsidR="00AF6A21">
        <w:rPr>
          <w:sz w:val="28"/>
        </w:rPr>
        <w:t>„Ein Kartenspiel“</w:t>
      </w:r>
    </w:p>
    <w:p w:rsidR="008972A2" w:rsidRDefault="008972A2" w:rsidP="008972A2">
      <w:pPr>
        <w:pStyle w:val="Listenabsatz"/>
        <w:numPr>
          <w:ilvl w:val="1"/>
          <w:numId w:val="25"/>
        </w:numPr>
      </w:pPr>
      <w:r>
        <w:rPr>
          <w:sz w:val="28"/>
        </w:rPr>
        <w:t>14 Zettel (A8)</w:t>
      </w:r>
    </w:p>
    <w:p w:rsidR="008972A2" w:rsidRDefault="008972A2" w:rsidP="008972A2">
      <w:pPr>
        <w:pStyle w:val="Listenabsatz"/>
        <w:numPr>
          <w:ilvl w:val="0"/>
          <w:numId w:val="25"/>
        </w:numPr>
      </w:pPr>
      <w:r>
        <w:br w:type="page"/>
      </w:r>
    </w:p>
    <w:p w:rsidR="008972A2" w:rsidRDefault="008972A2" w:rsidP="008972A2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202565</wp:posOffset>
                </wp:positionV>
                <wp:extent cx="6362700" cy="3562350"/>
                <wp:effectExtent l="9525" t="9525" r="9525" b="9525"/>
                <wp:wrapNone/>
                <wp:docPr id="43" name="Gruppieren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3562350"/>
                          <a:chOff x="810" y="1170"/>
                          <a:chExt cx="10020" cy="5610"/>
                        </a:xfrm>
                      </wpg:grpSpPr>
                      <wps:wsp>
                        <wps:cNvPr id="4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810" y="1170"/>
                            <a:ext cx="10020" cy="5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2A2" w:rsidRDefault="00310E30" w:rsidP="008972A2">
                              <w:pPr>
                                <w:jc w:val="center"/>
                              </w:pPr>
                              <w:r>
                                <w:pict>
                                  <v:shapetype id="_x0000_t136" coordsize="21600,21600" o:spt="136" adj="10800" path="m@7,l@8,m@5,21600l@6,21600e">
                                    <v:formulas>
                                      <v:f eqn="sum #0 0 10800"/>
                                      <v:f eqn="prod #0 2 1"/>
                                      <v:f eqn="sum 21600 0 @1"/>
                                      <v:f eqn="sum 0 0 @2"/>
                                      <v:f eqn="sum 21600 0 @3"/>
                                      <v:f eqn="if @0 @3 0"/>
                                      <v:f eqn="if @0 21600 @1"/>
                                      <v:f eqn="if @0 0 @2"/>
                                      <v:f eqn="if @0 @4 21600"/>
                                      <v:f eqn="mid @5 @6"/>
                                      <v:f eqn="mid @8 @5"/>
                                      <v:f eqn="mid @7 @8"/>
                                      <v:f eqn="mid @6 @7"/>
                                      <v:f eqn="sum @6 0 @5"/>
                                    </v:formulas>
                                    <v:path textpathok="t" o:connecttype="custom" o:connectlocs="@9,0;@10,10800;@11,21600;@12,10800" o:connectangles="270,180,90,0"/>
                                    <v:textpath on="t" fitshape="t"/>
                                    <v:handles>
                                      <v:h position="#0,bottomRight" xrange="6629,14971"/>
                                    </v:handles>
                                    <o:lock v:ext="edit" text="t" shapetype="t"/>
                                  </v:shapetype>
                                  <v:shape id="_x0000_i1026" type="#_x0000_t136" style="width:219.75pt;height:41.25pt" fillcolor="#369" stroked="f">
                                    <v:shadow on="t" color="#b2b2b2" opacity="52429f" offset="3pt"/>
                                    <v:textpath style="font-family:&quot;Times New Roman&quot;;v-text-kern:t" trim="t" fitpath="t" string="Ein Kartenspiel"/>
                                  </v:shape>
                                </w:pict>
                              </w:r>
                            </w:p>
                            <w:p w:rsidR="008972A2" w:rsidRDefault="008972A2" w:rsidP="008972A2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Ein Kartenspiel besteht aus 14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Karten. Auf sieben K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arten steht der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Buchstabe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A, auf fünf Karten steht</w:t>
                              </w:r>
                              <w:r w:rsidRPr="007E1A83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die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Zahl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, sechs Karten sind leer.</w:t>
                              </w:r>
                            </w:p>
                            <w:p w:rsidR="008972A2" w:rsidRDefault="008972A2" w:rsidP="008972A2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Stellen Sie ein passendes Kartendeck </w:t>
                              </w:r>
                              <w:proofErr w:type="gramStart"/>
                              <w:r w:rsidRPr="0066320F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 !</w:t>
                              </w:r>
                              <w:proofErr w:type="gramEnd"/>
                            </w:p>
                            <w:p w:rsidR="008972A2" w:rsidRDefault="008972A2" w:rsidP="008972A2">
                              <w:pPr>
                                <w:rPr>
                                  <w:rFonts w:cstheme="minorHAnsi"/>
                                  <w:b/>
                                  <w:bCs/>
                                  <w:noProof/>
                                  <w:sz w:val="28"/>
                                  <w:szCs w:val="28"/>
                                  <w:lang w:eastAsia="de-DE"/>
                                </w:rPr>
                              </w:pPr>
                            </w:p>
                            <w:p w:rsidR="008972A2" w:rsidRPr="00E22833" w:rsidRDefault="008972A2" w:rsidP="008972A2">
                              <w:pPr>
                                <w:rPr>
                                  <w:rFonts w:cstheme="minorHAnsi"/>
                                  <w:sz w:val="6"/>
                                  <w:szCs w:val="6"/>
                                </w:rPr>
                              </w:pPr>
                            </w:p>
                            <w:p w:rsidR="008972A2" w:rsidRPr="0066320F" w:rsidRDefault="008972A2" w:rsidP="008972A2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Beim zugehörigen Spiel zieht der Spieler blind eine Karte.</w:t>
                              </w:r>
                            </w:p>
                            <w:p w:rsidR="008972A2" w:rsidRPr="0066320F" w:rsidRDefault="008972A2" w:rsidP="008972A2">
                              <w:pPr>
                                <w:pStyle w:val="Listenabsatz"/>
                                <w:numPr>
                                  <w:ilvl w:val="0"/>
                                  <w:numId w:val="24"/>
                                </w:num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Für einen gezogenen Buchstaben erhält er 1,- €</w:t>
                              </w:r>
                            </w:p>
                            <w:p w:rsidR="008972A2" w:rsidRPr="0066320F" w:rsidRDefault="008972A2" w:rsidP="008972A2">
                              <w:pPr>
                                <w:pStyle w:val="Listenabsatz"/>
                                <w:numPr>
                                  <w:ilvl w:val="0"/>
                                  <w:numId w:val="24"/>
                                </w:num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Für eine gezogene Zahl erhält er 2,- €</w:t>
                              </w:r>
                            </w:p>
                            <w:p w:rsidR="008972A2" w:rsidRDefault="008972A2" w:rsidP="008972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58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0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24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91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86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3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22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56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49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2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75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40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03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67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3" o:spid="_x0000_s1026" style="position:absolute;margin-left:-2.05pt;margin-top:15.95pt;width:501pt;height:280.5pt;z-index:251661312" coordorigin="810,1170" coordsize="10020,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">
                <v:roundrect id="AutoShape 5" o:spid="_x0000_s1027" style="position:absolute;left:810;top:1170;width:10020;height:56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EDssQA&#10;AADbAAAADwAAAGRycy9kb3ducmV2LnhtbESPQWsCMRSE74L/IbxCb262YhfZGqUIBfHUqlj29ti8&#10;ZrfdvKxJqtt/3wiCx2FmvmEWq8F24kw+tI4VPGU5COLa6ZaNgsP+bTIHESKyxs4xKfijAKvleLTA&#10;UrsLf9B5F41IEA4lKmhi7EspQ92QxZC5njh5X85bjEl6I7XHS4LbTk7zvJAWW04LDfa0bqj+2f1a&#10;BdWxmPrn6pO323W1GYr+3XyfjFKPD8PrC4hIQ7yHb+2NVjCbwfVL+g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A7LEAAAA2wAAAA8AAAAAAAAAAAAAAAAAmAIAAGRycy9k&#10;b3ducmV2LnhtbFBLBQYAAAAABAAEAPUAAACJAwAAAAA=&#10;" filled="f">
                  <v:textbox>
                    <w:txbxContent>
                      <w:p w:rsidR="008972A2" w:rsidRDefault="008972A2" w:rsidP="008972A2">
                        <w:pPr>
                          <w:jc w:val="center"/>
                        </w:pPr>
                        <w:r>
                          <w:pict>
                            <v:shape id="_x0000_i1027" type="#_x0000_t136" style="width:219.75pt;height:41.25pt" fillcolor="#369" stroked="f">
                              <v:shadow on="t" color="#b2b2b2" opacity="52429f" offset="3pt"/>
                              <v:textpath style="font-family:&quot;Times New Roman&quot;;v-text-kern:t" trim="t" fitpath="t" string="Ein Kartenspiel"/>
                            </v:shape>
                          </w:pict>
                        </w:r>
                      </w:p>
                      <w:p w:rsidR="008972A2" w:rsidRDefault="008972A2" w:rsidP="008972A2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Ein Kartenspiel besteht aus 14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Karten. Auf sieben K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arten steht der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Buchstabe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A, auf fünf Karten steht</w:t>
                        </w:r>
                        <w:r w:rsidRPr="007E1A83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die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Zahl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1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, sechs Karten sind leer.</w:t>
                        </w:r>
                      </w:p>
                      <w:p w:rsidR="008972A2" w:rsidRDefault="008972A2" w:rsidP="008972A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Stellen Sie ein passendes Kartendeck </w:t>
                        </w:r>
                        <w:proofErr w:type="gramStart"/>
                        <w:r w:rsidRPr="0066320F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 !</w:t>
                        </w:r>
                        <w:proofErr w:type="gramEnd"/>
                      </w:p>
                      <w:p w:rsidR="008972A2" w:rsidRDefault="008972A2" w:rsidP="008972A2">
                        <w:pPr>
                          <w:rPr>
                            <w:rFonts w:cstheme="minorHAnsi"/>
                            <w:b/>
                            <w:bCs/>
                            <w:noProof/>
                            <w:sz w:val="28"/>
                            <w:szCs w:val="28"/>
                            <w:lang w:eastAsia="de-DE"/>
                          </w:rPr>
                        </w:pPr>
                      </w:p>
                      <w:p w:rsidR="008972A2" w:rsidRPr="00E22833" w:rsidRDefault="008972A2" w:rsidP="008972A2">
                        <w:pPr>
                          <w:rPr>
                            <w:rFonts w:cstheme="minorHAnsi"/>
                            <w:sz w:val="6"/>
                            <w:szCs w:val="6"/>
                          </w:rPr>
                        </w:pPr>
                      </w:p>
                      <w:p w:rsidR="008972A2" w:rsidRPr="0066320F" w:rsidRDefault="008972A2" w:rsidP="008972A2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Beim zugehörigen Spiel zieht der Spieler blind eine Karte.</w:t>
                        </w:r>
                      </w:p>
                      <w:p w:rsidR="008972A2" w:rsidRPr="0066320F" w:rsidRDefault="008972A2" w:rsidP="008972A2">
                        <w:pPr>
                          <w:pStyle w:val="Listenabsatz"/>
                          <w:numPr>
                            <w:ilvl w:val="0"/>
                            <w:numId w:val="24"/>
                          </w:num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Für einen gezogenen Buchstaben erhält er 1,- €</w:t>
                        </w:r>
                      </w:p>
                      <w:p w:rsidR="008972A2" w:rsidRPr="0066320F" w:rsidRDefault="008972A2" w:rsidP="008972A2">
                        <w:pPr>
                          <w:pStyle w:val="Listenabsatz"/>
                          <w:numPr>
                            <w:ilvl w:val="0"/>
                            <w:numId w:val="24"/>
                          </w:num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Für eine gezogene Zahl erhält er 2,- €</w:t>
                        </w:r>
                      </w:p>
                      <w:p w:rsidR="008972A2" w:rsidRDefault="008972A2" w:rsidP="008972A2"/>
                    </w:txbxContent>
                  </v:textbox>
                </v:roundrect>
                <v:rect id="Rectangle 6" o:spid="_x0000_s1028" style="position:absolute;left:258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<v:rect id="Rectangle 7" o:spid="_x0000_s1029" style="position:absolute;left:190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  <v:rect id="Rectangle 8" o:spid="_x0000_s1030" style="position:absolute;left:324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    <v:rect id="Rectangle 9" o:spid="_x0000_s1031" style="position:absolute;left:391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<v:rect id="Rectangle 10" o:spid="_x0000_s1032" style="position:absolute;left:586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  <v:rect id="Rectangle 11" o:spid="_x0000_s1033" style="position:absolute;left:123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<v:rect id="Rectangle 12" o:spid="_x0000_s1034" style="position:absolute;left:522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/>
                <v:rect id="Rectangle 13" o:spid="_x0000_s1035" style="position:absolute;left:456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/>
                <v:rect id="Rectangle 14" o:spid="_x0000_s1036" style="position:absolute;left:649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/>
                <v:rect id="Rectangle 15" o:spid="_x0000_s1037" style="position:absolute;left:712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  <v:rect id="Rectangle 16" o:spid="_x0000_s1038" style="position:absolute;left:775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  <v:rect id="Rectangle 17" o:spid="_x0000_s1039" style="position:absolute;left:840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<v:rect id="Rectangle 18" o:spid="_x0000_s1040" style="position:absolute;left:903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<v:rect id="Rectangle 19" o:spid="_x0000_s1041" style="position:absolute;left:967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</v:group>
            </w:pict>
          </mc:Fallback>
        </mc:AlternateContent>
      </w:r>
    </w:p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92710</wp:posOffset>
                </wp:positionV>
                <wp:extent cx="352425" cy="438150"/>
                <wp:effectExtent l="9525" t="9525" r="9525" b="9525"/>
                <wp:wrapNone/>
                <wp:docPr id="42" name="Rechtec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2" o:spid="_x0000_s1026" style="position:absolute;margin-left:282.2pt;margin-top:7.3pt;width:27.7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ragraph">
                  <wp:posOffset>92710</wp:posOffset>
                </wp:positionV>
                <wp:extent cx="352425" cy="438150"/>
                <wp:effectExtent l="9525" t="9525" r="9525" b="9525"/>
                <wp:wrapNone/>
                <wp:docPr id="41" name="Rechtec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1" o:spid="_x0000_s1026" style="position:absolute;margin-left:153.2pt;margin-top:7.3pt;width:27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"/>
            </w:pict>
          </mc:Fallback>
        </mc:AlternateContent>
      </w:r>
    </w:p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Pr="008972A2" w:rsidRDefault="008972A2" w:rsidP="008972A2">
      <w:pPr>
        <w:rPr>
          <w:sz w:val="28"/>
          <w:szCs w:val="28"/>
        </w:rPr>
      </w:pPr>
      <w:r w:rsidRPr="00171F6F">
        <w:rPr>
          <w:b/>
          <w:sz w:val="28"/>
          <w:szCs w:val="28"/>
        </w:rPr>
        <w:t>Lösungen z</w:t>
      </w:r>
      <w:bookmarkStart w:id="0" w:name="_GoBack"/>
      <w:bookmarkEnd w:id="0"/>
      <w:r w:rsidRPr="00171F6F">
        <w:rPr>
          <w:b/>
          <w:sz w:val="28"/>
          <w:szCs w:val="28"/>
        </w:rPr>
        <w:t>um Kartenspiel:</w:t>
      </w:r>
      <w:r>
        <w:rPr>
          <w:sz w:val="28"/>
          <w:szCs w:val="28"/>
        </w:rPr>
        <w:t xml:space="preserve"> (für Lehrperson, </w:t>
      </w:r>
      <w:r>
        <w:rPr>
          <w:sz w:val="28"/>
          <w:szCs w:val="28"/>
          <w:u w:val="single"/>
        </w:rPr>
        <w:t>nicht</w:t>
      </w:r>
      <w:r>
        <w:rPr>
          <w:sz w:val="28"/>
          <w:szCs w:val="28"/>
        </w:rPr>
        <w:t xml:space="preserve"> zum Gleich-Ausgeben)</w:t>
      </w:r>
    </w:p>
    <w:p w:rsidR="008972A2" w:rsidRPr="005F1E63" w:rsidRDefault="008972A2" w:rsidP="008972A2">
      <w:pPr>
        <w:rPr>
          <w:sz w:val="28"/>
          <w:szCs w:val="28"/>
        </w:rPr>
      </w:pPr>
      <w:r w:rsidRPr="005F1E63">
        <w:rPr>
          <w:sz w:val="28"/>
          <w:szCs w:val="28"/>
        </w:rPr>
        <w:t xml:space="preserve">D: Der Spieler gewinnt nichts. </w:t>
      </w:r>
      <w:r w:rsidRPr="005F1E63">
        <w:rPr>
          <w:sz w:val="28"/>
          <w:szCs w:val="28"/>
        </w:rPr>
        <w:tab/>
      </w:r>
      <w:r w:rsidRPr="005F1E63">
        <w:rPr>
          <w:sz w:val="28"/>
          <w:szCs w:val="28"/>
        </w:rPr>
        <w:tab/>
        <w:t>P(D)=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Pr="005F1E63">
        <w:rPr>
          <w:rFonts w:eastAsiaTheme="minorEastAsia"/>
          <w:sz w:val="28"/>
          <w:szCs w:val="28"/>
        </w:rPr>
        <w:t>=P(C)</w:t>
      </w:r>
    </w:p>
    <w:p w:rsidR="008972A2" w:rsidRPr="005F1E63" w:rsidRDefault="008972A2" w:rsidP="008972A2">
      <w:pPr>
        <w:rPr>
          <w:sz w:val="28"/>
          <w:szCs w:val="28"/>
        </w:rPr>
      </w:pPr>
      <w:r w:rsidRPr="005F1E63">
        <w:rPr>
          <w:sz w:val="28"/>
          <w:szCs w:val="28"/>
        </w:rPr>
        <w:t>E: Der Spieler gewinnt 1 Euro.</w:t>
      </w:r>
      <w:r w:rsidRPr="005F1E63">
        <w:rPr>
          <w:sz w:val="28"/>
          <w:szCs w:val="28"/>
        </w:rPr>
        <w:tab/>
      </w:r>
      <w:r w:rsidRPr="005F1E63">
        <w:rPr>
          <w:sz w:val="28"/>
          <w:szCs w:val="28"/>
        </w:rPr>
        <w:tab/>
        <w:t>P(E)=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Pr="005F1E6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 xml:space="preserve">P(A </w:t>
      </w:r>
      <w:r>
        <w:rPr>
          <w:rFonts w:eastAsiaTheme="minorEastAsia"/>
          <w:sz w:val="28"/>
          <w:szCs w:val="28"/>
        </w:rPr>
        <w:sym w:font="Symbol" w:char="F0C7"/>
      </w:r>
      <w:r>
        <w:rPr>
          <w:rFonts w:eastAsiaTheme="minorEastAsia"/>
          <w:sz w:val="28"/>
          <w:szCs w:val="28"/>
        </w:rPr>
        <w:t xml:space="preserve"> </w:t>
      </w:r>
      <w:r w:rsidRPr="00BD269A">
        <w:rPr>
          <w:rFonts w:ascii="Arial" w:hAnsi="Arial" w:cs="Arial"/>
          <w:bCs/>
          <w:position w:val="-4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pt;height:15pt" o:ole="">
            <v:imagedata r:id="rId9" o:title=""/>
          </v:shape>
          <o:OLEObject Type="Embed" ProgID="Equation.3" ShapeID="_x0000_i1027" DrawAspect="Content" ObjectID="_1577539881" r:id="rId10"/>
        </w:object>
      </w:r>
      <w:r>
        <w:rPr>
          <w:rFonts w:ascii="Arial" w:hAnsi="Arial" w:cs="Arial"/>
          <w:bCs/>
        </w:rPr>
        <w:t>)</w:t>
      </w:r>
    </w:p>
    <w:p w:rsidR="008972A2" w:rsidRPr="005F1E63" w:rsidRDefault="008972A2" w:rsidP="008972A2">
      <w:pPr>
        <w:rPr>
          <w:sz w:val="28"/>
          <w:szCs w:val="28"/>
        </w:rPr>
      </w:pPr>
      <w:r w:rsidRPr="005F1E63">
        <w:rPr>
          <w:sz w:val="28"/>
          <w:szCs w:val="28"/>
        </w:rPr>
        <w:t>F: Der Spieler gewinnt 2 Euro.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P(F)=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Pr="005F1E6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 xml:space="preserve"> P(</w:t>
      </w:r>
      <w:r w:rsidRPr="00BD269A">
        <w:rPr>
          <w:rFonts w:ascii="Arial" w:hAnsi="Arial" w:cs="Arial"/>
          <w:bCs/>
          <w:position w:val="-4"/>
        </w:rPr>
        <w:object w:dxaOrig="240" w:dyaOrig="300">
          <v:shape id="_x0000_i1028" type="#_x0000_t75" style="width:12pt;height:15pt" o:ole="">
            <v:imagedata r:id="rId11" o:title=""/>
          </v:shape>
          <o:OLEObject Type="Embed" ProgID="Equation.3" ShapeID="_x0000_i1028" DrawAspect="Content" ObjectID="_1577539882" r:id="rId12"/>
        </w:object>
      </w:r>
      <w:r>
        <w:rPr>
          <w:rFonts w:ascii="Arial" w:hAnsi="Arial" w:cs="Arial"/>
          <w:bCs/>
        </w:rPr>
        <w:sym w:font="Symbol" w:char="F0C7"/>
      </w:r>
      <w:r>
        <w:rPr>
          <w:rFonts w:ascii="Arial" w:hAnsi="Arial" w:cs="Arial"/>
          <w:bCs/>
        </w:rPr>
        <w:t xml:space="preserve"> B)</w:t>
      </w:r>
    </w:p>
    <w:p w:rsidR="008972A2" w:rsidRPr="005F1E63" w:rsidRDefault="008972A2" w:rsidP="008972A2">
      <w:pPr>
        <w:rPr>
          <w:sz w:val="28"/>
          <w:szCs w:val="28"/>
        </w:rPr>
      </w:pPr>
      <w:r w:rsidRPr="005F1E63">
        <w:rPr>
          <w:sz w:val="28"/>
          <w:szCs w:val="28"/>
        </w:rPr>
        <w:t>G: Der Spieler gewinnt 3 Euro.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P(G)=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>
        <w:rPr>
          <w:rFonts w:eastAsiaTheme="minorEastAsia"/>
          <w:sz w:val="28"/>
          <w:szCs w:val="28"/>
        </w:rPr>
        <w:t xml:space="preserve">=P(A </w:t>
      </w:r>
      <w:r>
        <w:rPr>
          <w:rFonts w:eastAsiaTheme="minorEastAsia"/>
          <w:sz w:val="28"/>
          <w:szCs w:val="28"/>
        </w:rPr>
        <w:sym w:font="Symbol" w:char="F0C7"/>
      </w:r>
      <w:r>
        <w:rPr>
          <w:rFonts w:eastAsiaTheme="minorEastAsia"/>
          <w:sz w:val="28"/>
          <w:szCs w:val="28"/>
        </w:rPr>
        <w:t xml:space="preserve"> B)</w:t>
      </w:r>
    </w:p>
    <w:p w:rsidR="008972A2" w:rsidRPr="005F1E63" w:rsidRDefault="008972A2" w:rsidP="008972A2">
      <w:pPr>
        <w:rPr>
          <w:sz w:val="28"/>
          <w:szCs w:val="28"/>
        </w:rPr>
      </w:pPr>
    </w:p>
    <w:p w:rsidR="008972A2" w:rsidRPr="005F1E63" w:rsidRDefault="008972A2" w:rsidP="008972A2">
      <w:pPr>
        <w:rPr>
          <w:sz w:val="28"/>
          <w:szCs w:val="28"/>
        </w:rPr>
      </w:pPr>
      <w:r w:rsidRPr="005F1E63">
        <w:rPr>
          <w:sz w:val="28"/>
          <w:szCs w:val="28"/>
        </w:rPr>
        <w:t xml:space="preserve">H: Der Spieler gewinnt.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P(H)=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>
        <w:rPr>
          <w:rFonts w:eastAsiaTheme="minorEastAsia"/>
          <w:sz w:val="28"/>
          <w:szCs w:val="28"/>
        </w:rPr>
        <w:t xml:space="preserve">=P(A </w:t>
      </w:r>
      <w:r>
        <w:rPr>
          <w:rFonts w:eastAsiaTheme="minorEastAsia"/>
          <w:sz w:val="28"/>
          <w:szCs w:val="28"/>
        </w:rPr>
        <w:sym w:font="Symbol" w:char="F0C8"/>
      </w:r>
      <w:r>
        <w:rPr>
          <w:rFonts w:eastAsiaTheme="minorEastAsia"/>
          <w:sz w:val="28"/>
          <w:szCs w:val="28"/>
        </w:rPr>
        <w:t xml:space="preserve"> B)</w:t>
      </w:r>
    </w:p>
    <w:p w:rsidR="008972A2" w:rsidRDefault="008972A2" w:rsidP="008972A2"/>
    <w:p w:rsidR="008972A2" w:rsidRDefault="00310E30" w:rsidP="008972A2">
      <w:r>
        <w:rPr>
          <w:b/>
        </w:rPr>
        <w:t>Kopiervorlage für Schüler auf der nächsten Seite:</w:t>
      </w:r>
      <w:r w:rsidR="008972A2">
        <w:br w:type="page"/>
      </w:r>
    </w:p>
    <w:p w:rsidR="008972A2" w:rsidRDefault="008972A2" w:rsidP="008972A2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-159385</wp:posOffset>
                </wp:positionV>
                <wp:extent cx="6362700" cy="3562350"/>
                <wp:effectExtent l="9525" t="9525" r="9525" b="9525"/>
                <wp:wrapNone/>
                <wp:docPr id="25" name="Gruppier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3562350"/>
                          <a:chOff x="810" y="1170"/>
                          <a:chExt cx="10020" cy="5610"/>
                        </a:xfrm>
                      </wpg:grpSpPr>
                      <wps:wsp>
                        <wps:cNvPr id="26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810" y="1170"/>
                            <a:ext cx="10020" cy="5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2A2" w:rsidRDefault="00310E30" w:rsidP="008972A2">
                              <w:pPr>
                                <w:jc w:val="center"/>
                              </w:pPr>
                              <w:r>
                                <w:pict>
                                  <v:shape id="_x0000_i1030" type="#_x0000_t136" style="width:219.75pt;height:41.25pt" fillcolor="#369" stroked="f">
                                    <v:shadow on="t" color="#b2b2b2" opacity="52429f" offset="3pt"/>
                                    <v:textpath style="font-family:&quot;Times New Roman&quot;;v-text-kern:t" trim="t" fitpath="t" string="Ein Kartenspiel"/>
                                  </v:shape>
                                </w:pict>
                              </w:r>
                            </w:p>
                            <w:p w:rsidR="008972A2" w:rsidRDefault="008972A2" w:rsidP="008972A2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Ein Kartenspiel besteht aus 14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Karten. Auf sieben K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arten steht der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Buchstabe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A, auf fünf Karten steht</w:t>
                              </w:r>
                              <w:r w:rsidRPr="007E1A83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die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Zahl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, sechs Karten sind leer.</w:t>
                              </w:r>
                            </w:p>
                            <w:p w:rsidR="008972A2" w:rsidRDefault="008972A2" w:rsidP="008972A2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Stellen Sie ein passendes Kartendeck </w:t>
                              </w:r>
                              <w:proofErr w:type="gramStart"/>
                              <w:r w:rsidRPr="0066320F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 !</w:t>
                              </w:r>
                              <w:proofErr w:type="gramEnd"/>
                            </w:p>
                            <w:p w:rsidR="008972A2" w:rsidRDefault="008972A2" w:rsidP="008972A2">
                              <w:pPr>
                                <w:rPr>
                                  <w:rFonts w:cstheme="minorHAnsi"/>
                                  <w:b/>
                                  <w:bCs/>
                                  <w:noProof/>
                                  <w:sz w:val="28"/>
                                  <w:szCs w:val="28"/>
                                  <w:lang w:eastAsia="de-DE"/>
                                </w:rPr>
                              </w:pPr>
                            </w:p>
                            <w:p w:rsidR="008972A2" w:rsidRPr="00E22833" w:rsidRDefault="008972A2" w:rsidP="008972A2">
                              <w:pPr>
                                <w:rPr>
                                  <w:rFonts w:cstheme="minorHAnsi"/>
                                  <w:sz w:val="6"/>
                                  <w:szCs w:val="6"/>
                                </w:rPr>
                              </w:pPr>
                            </w:p>
                            <w:p w:rsidR="008972A2" w:rsidRPr="0066320F" w:rsidRDefault="008972A2" w:rsidP="008972A2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Beim zugehörigen Spiel zieht der Spieler blind eine Karte.</w:t>
                              </w:r>
                            </w:p>
                            <w:p w:rsidR="008972A2" w:rsidRPr="0066320F" w:rsidRDefault="008972A2" w:rsidP="008972A2">
                              <w:pPr>
                                <w:pStyle w:val="Listenabsatz"/>
                                <w:numPr>
                                  <w:ilvl w:val="0"/>
                                  <w:numId w:val="24"/>
                                </w:num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Für einen gezogenen Buchstaben erhält er 1,- €</w:t>
                              </w:r>
                            </w:p>
                            <w:p w:rsidR="008972A2" w:rsidRPr="0066320F" w:rsidRDefault="008972A2" w:rsidP="008972A2">
                              <w:pPr>
                                <w:pStyle w:val="Listenabsatz"/>
                                <w:numPr>
                                  <w:ilvl w:val="0"/>
                                  <w:numId w:val="24"/>
                                </w:num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Für eine gezogene Zahl erhält er 2,- €</w:t>
                              </w:r>
                            </w:p>
                            <w:p w:rsidR="008972A2" w:rsidRDefault="008972A2" w:rsidP="008972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58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90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24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91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86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23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22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56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649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712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75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40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03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967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5" o:spid="_x0000_s1042" style="position:absolute;margin-left:-8.8pt;margin-top:-12.55pt;width:501pt;height:280.5pt;z-index:251662336" coordorigin="810,1170" coordsize="10020,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">
                <v:roundrect id="AutoShape 21" o:spid="_x0000_s1043" style="position:absolute;left:810;top:1170;width:10020;height:56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Dd/sQA&#10;AADbAAAADwAAAGRycy9kb3ducmV2LnhtbESPQWsCMRSE7wX/Q3iCt5p1waWsRimCIJ7UFmVvj81r&#10;dtvNyzZJdf33plDocZiZb5jlerCduJIPrWMFs2kGgrh2umWj4P1t+/wCIkRkjZ1jUnCnAOvV6GmJ&#10;pXY3PtL1FI1IEA4lKmhi7EspQ92QxTB1PXHyPpy3GJP0RmqPtwS3ncyzrJAWW04LDfa0aaj+Ov1Y&#10;BdW5yP28uvB+v6l2Q9EfzOe3UWoyHl4XICIN8T/8195pBXkBv1/S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g3f7EAAAA2wAAAA8AAAAAAAAAAAAAAAAAmAIAAGRycy9k&#10;b3ducmV2LnhtbFBLBQYAAAAABAAEAPUAAACJAwAAAAA=&#10;" filled="f">
                  <v:textbox>
                    <w:txbxContent>
                      <w:p w:rsidR="008972A2" w:rsidRDefault="008972A2" w:rsidP="008972A2">
                        <w:pPr>
                          <w:jc w:val="center"/>
                        </w:pPr>
                        <w:r>
                          <w:pict>
                            <v:shape id="_x0000_i1028" type="#_x0000_t136" style="width:219.75pt;height:41.25pt" fillcolor="#369" stroked="f">
                              <v:shadow on="t" color="#b2b2b2" opacity="52429f" offset="3pt"/>
                              <v:textpath style="font-family:&quot;Times New Roman&quot;;v-text-kern:t" trim="t" fitpath="t" string="Ein Kartenspiel"/>
                            </v:shape>
                          </w:pict>
                        </w:r>
                      </w:p>
                      <w:p w:rsidR="008972A2" w:rsidRDefault="008972A2" w:rsidP="008972A2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Ein Kartenspiel besteht aus 14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Karten. Auf sieben K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arten steht der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Buchstabe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A, auf fünf Karten steht</w:t>
                        </w:r>
                        <w:r w:rsidRPr="007E1A83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die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Zahl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1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, sechs Karten sind leer.</w:t>
                        </w:r>
                      </w:p>
                      <w:p w:rsidR="008972A2" w:rsidRDefault="008972A2" w:rsidP="008972A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Stellen Sie ein passendes Kartendeck </w:t>
                        </w:r>
                        <w:proofErr w:type="gramStart"/>
                        <w:r w:rsidRPr="0066320F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 !</w:t>
                        </w:r>
                        <w:proofErr w:type="gramEnd"/>
                      </w:p>
                      <w:p w:rsidR="008972A2" w:rsidRDefault="008972A2" w:rsidP="008972A2">
                        <w:pPr>
                          <w:rPr>
                            <w:rFonts w:cstheme="minorHAnsi"/>
                            <w:b/>
                            <w:bCs/>
                            <w:noProof/>
                            <w:sz w:val="28"/>
                            <w:szCs w:val="28"/>
                            <w:lang w:eastAsia="de-DE"/>
                          </w:rPr>
                        </w:pPr>
                      </w:p>
                      <w:p w:rsidR="008972A2" w:rsidRPr="00E22833" w:rsidRDefault="008972A2" w:rsidP="008972A2">
                        <w:pPr>
                          <w:rPr>
                            <w:rFonts w:cstheme="minorHAnsi"/>
                            <w:sz w:val="6"/>
                            <w:szCs w:val="6"/>
                          </w:rPr>
                        </w:pPr>
                      </w:p>
                      <w:p w:rsidR="008972A2" w:rsidRPr="0066320F" w:rsidRDefault="008972A2" w:rsidP="008972A2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Beim zugehörigen Spiel zieht der Spieler blind eine Karte.</w:t>
                        </w:r>
                      </w:p>
                      <w:p w:rsidR="008972A2" w:rsidRPr="0066320F" w:rsidRDefault="008972A2" w:rsidP="008972A2">
                        <w:pPr>
                          <w:pStyle w:val="Listenabsatz"/>
                          <w:numPr>
                            <w:ilvl w:val="0"/>
                            <w:numId w:val="24"/>
                          </w:num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Für einen gezogenen Buchstaben erhält er 1,- €</w:t>
                        </w:r>
                      </w:p>
                      <w:p w:rsidR="008972A2" w:rsidRPr="0066320F" w:rsidRDefault="008972A2" w:rsidP="008972A2">
                        <w:pPr>
                          <w:pStyle w:val="Listenabsatz"/>
                          <w:numPr>
                            <w:ilvl w:val="0"/>
                            <w:numId w:val="24"/>
                          </w:num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Für eine gezogene Zahl erhält er 2,- €</w:t>
                        </w:r>
                      </w:p>
                      <w:p w:rsidR="008972A2" w:rsidRDefault="008972A2" w:rsidP="008972A2"/>
                    </w:txbxContent>
                  </v:textbox>
                </v:roundrect>
                <v:rect id="Rectangle 22" o:spid="_x0000_s1044" style="position:absolute;left:258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<v:rect id="Rectangle 23" o:spid="_x0000_s1045" style="position:absolute;left:190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<v:rect id="Rectangle 24" o:spid="_x0000_s1046" style="position:absolute;left:324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rect id="Rectangle 25" o:spid="_x0000_s1047" style="position:absolute;left:391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<v:rect id="Rectangle 26" o:spid="_x0000_s1048" style="position:absolute;left:586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rect id="Rectangle 27" o:spid="_x0000_s1049" style="position:absolute;left:123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<v:rect id="Rectangle 28" o:spid="_x0000_s1050" style="position:absolute;left:522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<v:rect id="Rectangle 29" o:spid="_x0000_s1051" style="position:absolute;left:456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<v:rect id="Rectangle 30" o:spid="_x0000_s1052" style="position:absolute;left:649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<v:rect id="Rectangle 31" o:spid="_x0000_s1053" style="position:absolute;left:712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    <v:rect id="Rectangle 32" o:spid="_x0000_s1054" style="position:absolute;left:775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<v:rect id="Rectangle 33" o:spid="_x0000_s1055" style="position:absolute;left:840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<v:rect id="Rectangle 34" o:spid="_x0000_s1056" style="position:absolute;left:903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  <v:rect id="Rectangle 35" o:spid="_x0000_s1057" style="position:absolute;left:967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/>
              </v:group>
            </w:pict>
          </mc:Fallback>
        </mc:AlternateContent>
      </w:r>
    </w:p>
    <w:p w:rsidR="008972A2" w:rsidRPr="00E929FD" w:rsidRDefault="008972A2" w:rsidP="008972A2"/>
    <w:p w:rsidR="008972A2" w:rsidRPr="00E929FD" w:rsidRDefault="008972A2" w:rsidP="008972A2"/>
    <w:p w:rsidR="008972A2" w:rsidRPr="00E929FD" w:rsidRDefault="008972A2" w:rsidP="008972A2"/>
    <w:p w:rsidR="008972A2" w:rsidRPr="00E929FD" w:rsidRDefault="008972A2" w:rsidP="008972A2"/>
    <w:p w:rsidR="008972A2" w:rsidRPr="00E929FD" w:rsidRDefault="008972A2" w:rsidP="008972A2"/>
    <w:p w:rsidR="008972A2" w:rsidRPr="00E929FD" w:rsidRDefault="008972A2" w:rsidP="008972A2"/>
    <w:p w:rsidR="008972A2" w:rsidRPr="00E929FD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84398E" wp14:editId="4FA0D839">
                <wp:simplePos x="0" y="0"/>
                <wp:positionH relativeFrom="column">
                  <wp:posOffset>-112205</wp:posOffset>
                </wp:positionH>
                <wp:positionV relativeFrom="paragraph">
                  <wp:posOffset>221937</wp:posOffset>
                </wp:positionV>
                <wp:extent cx="6362700" cy="3562350"/>
                <wp:effectExtent l="0" t="0" r="19050" b="1905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3562350"/>
                          <a:chOff x="810" y="1170"/>
                          <a:chExt cx="10020" cy="5610"/>
                        </a:xfrm>
                      </wpg:grpSpPr>
                      <wps:wsp>
                        <wps:cNvPr id="2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810" y="1170"/>
                            <a:ext cx="10020" cy="5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2A2" w:rsidRDefault="00310E30" w:rsidP="008972A2">
                              <w:pPr>
                                <w:jc w:val="center"/>
                              </w:pPr>
                              <w:r>
                                <w:pict>
                                  <v:shape id="_x0000_i1032" type="#_x0000_t136" style="width:219.75pt;height:41.25pt" fillcolor="#369" stroked="f">
                                    <v:shadow on="t" color="#b2b2b2" opacity="52429f" offset="3pt"/>
                                    <v:textpath style="font-family:&quot;Times New Roman&quot;;v-text-kern:t" trim="t" fitpath="t" string="Ein Kartenspiel"/>
                                  </v:shape>
                                </w:pict>
                              </w:r>
                            </w:p>
                            <w:p w:rsidR="008972A2" w:rsidRDefault="008972A2" w:rsidP="008972A2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Ein Kartenspiel besteht aus 14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Karten. Auf sieben K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arten steht der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Buchstabe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A, auf fünf Karten steht</w:t>
                              </w:r>
                              <w:r w:rsidRPr="007E1A83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die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Zahl</w:t>
                              </w:r>
                              <w: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, sechs Karten sind leer.</w:t>
                              </w:r>
                            </w:p>
                            <w:p w:rsidR="008972A2" w:rsidRDefault="008972A2" w:rsidP="008972A2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Stellen Sie ein passendes Kartendeck </w:t>
                              </w:r>
                              <w:proofErr w:type="gramStart"/>
                              <w:r w:rsidRPr="0066320F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 !</w:t>
                              </w:r>
                              <w:proofErr w:type="gramEnd"/>
                            </w:p>
                            <w:p w:rsidR="008972A2" w:rsidRDefault="008972A2" w:rsidP="008972A2">
                              <w:pPr>
                                <w:rPr>
                                  <w:rFonts w:cstheme="minorHAnsi"/>
                                  <w:b/>
                                  <w:bCs/>
                                  <w:noProof/>
                                  <w:sz w:val="28"/>
                                  <w:szCs w:val="28"/>
                                  <w:lang w:eastAsia="de-DE"/>
                                </w:rPr>
                              </w:pPr>
                            </w:p>
                            <w:p w:rsidR="008972A2" w:rsidRPr="00E22833" w:rsidRDefault="008972A2" w:rsidP="008972A2">
                              <w:pPr>
                                <w:rPr>
                                  <w:rFonts w:cstheme="minorHAnsi"/>
                                  <w:sz w:val="6"/>
                                  <w:szCs w:val="6"/>
                                </w:rPr>
                              </w:pPr>
                            </w:p>
                            <w:p w:rsidR="008972A2" w:rsidRPr="0066320F" w:rsidRDefault="008972A2" w:rsidP="008972A2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Beim zugehörigen Spiel zieht der Spieler blind eine Karte.</w:t>
                              </w:r>
                            </w:p>
                            <w:p w:rsidR="008972A2" w:rsidRPr="0066320F" w:rsidRDefault="008972A2" w:rsidP="008972A2">
                              <w:pPr>
                                <w:pStyle w:val="Listenabsatz"/>
                                <w:numPr>
                                  <w:ilvl w:val="0"/>
                                  <w:numId w:val="24"/>
                                </w:num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Für einen gezogenen Buchstaben erhält er 1,- €</w:t>
                              </w:r>
                            </w:p>
                            <w:p w:rsidR="008972A2" w:rsidRPr="0066320F" w:rsidRDefault="008972A2" w:rsidP="008972A2">
                              <w:pPr>
                                <w:pStyle w:val="Listenabsatz"/>
                                <w:numPr>
                                  <w:ilvl w:val="0"/>
                                  <w:numId w:val="24"/>
                                </w:num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66320F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Für eine gezogene Zahl erhält er 2,- €</w:t>
                              </w:r>
                            </w:p>
                            <w:p w:rsidR="008972A2" w:rsidRDefault="008972A2" w:rsidP="008972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58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90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24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91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86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23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22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56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49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712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775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840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9030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675" y="4050"/>
                            <a:ext cx="55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" o:spid="_x0000_s1058" style="position:absolute;margin-left:-8.85pt;margin-top:17.5pt;width:501pt;height:280.5pt;z-index:251663360" coordorigin="810,1170" coordsize="10020,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">
                <v:roundrect id="AutoShape 37" o:spid="_x0000_s1059" style="position:absolute;left:810;top:1170;width:10020;height:56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Ti0sMA&#10;AADaAAAADwAAAGRycy9kb3ducmV2LnhtbESPQWsCMRSE74X+h/CE3mrWhS6yGkWEgnhqrSh7e2ye&#10;2dXNy5pE3f77plDocZiZb5j5crCduJMPrWMFk3EGgrh2umWjYP/1/joFESKyxs4xKfimAMvF89Mc&#10;S+0e/En3XTQiQTiUqKCJsS+lDHVDFsPY9cTJOzlvMSbpjdQeHwluO5lnWSEttpwWGuxp3VB92d2s&#10;gupQ5P6tOvJ2u642Q9F/mPPVKPUyGlYzEJGG+B/+a2+0ghx+r6Qb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Ti0sMAAADaAAAADwAAAAAAAAAAAAAAAACYAgAAZHJzL2Rv&#10;d25yZXYueG1sUEsFBgAAAAAEAAQA9QAAAIgDAAAAAA==&#10;" filled="f">
                  <v:textbox>
                    <w:txbxContent>
                      <w:p w:rsidR="008972A2" w:rsidRDefault="008972A2" w:rsidP="008972A2">
                        <w:pPr>
                          <w:jc w:val="center"/>
                        </w:pPr>
                        <w:r>
                          <w:pict>
                            <v:shape id="_x0000_i1029" type="#_x0000_t136" style="width:219.75pt;height:41.25pt" fillcolor="#369" stroked="f">
                              <v:shadow on="t" color="#b2b2b2" opacity="52429f" offset="3pt"/>
                              <v:textpath style="font-family:&quot;Times New Roman&quot;;v-text-kern:t" trim="t" fitpath="t" string="Ein Kartenspiel"/>
                            </v:shape>
                          </w:pict>
                        </w:r>
                      </w:p>
                      <w:p w:rsidR="008972A2" w:rsidRDefault="008972A2" w:rsidP="008972A2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Ein Kartenspiel besteht aus 14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Karten. Auf sieben K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arten steht der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Buchstabe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A, auf fünf Karten steht</w:t>
                        </w:r>
                        <w:r w:rsidRPr="007E1A83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>die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Zahl</w:t>
                        </w:r>
                        <w:r>
                          <w:rPr>
                            <w:rFonts w:cstheme="minorHAnsi"/>
                            <w:sz w:val="28"/>
                            <w:szCs w:val="28"/>
                          </w:rPr>
                          <w:t xml:space="preserve"> 1</w:t>
                        </w: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, sechs Karten sind leer.</w:t>
                        </w:r>
                      </w:p>
                      <w:p w:rsidR="008972A2" w:rsidRDefault="008972A2" w:rsidP="008972A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Stellen Sie ein passendes Kartendeck </w:t>
                        </w:r>
                        <w:proofErr w:type="gramStart"/>
                        <w:r w:rsidRPr="0066320F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 !</w:t>
                        </w:r>
                        <w:proofErr w:type="gramEnd"/>
                      </w:p>
                      <w:p w:rsidR="008972A2" w:rsidRDefault="008972A2" w:rsidP="008972A2">
                        <w:pPr>
                          <w:rPr>
                            <w:rFonts w:cstheme="minorHAnsi"/>
                            <w:b/>
                            <w:bCs/>
                            <w:noProof/>
                            <w:sz w:val="28"/>
                            <w:szCs w:val="28"/>
                            <w:lang w:eastAsia="de-DE"/>
                          </w:rPr>
                        </w:pPr>
                      </w:p>
                      <w:p w:rsidR="008972A2" w:rsidRPr="00E22833" w:rsidRDefault="008972A2" w:rsidP="008972A2">
                        <w:pPr>
                          <w:rPr>
                            <w:rFonts w:cstheme="minorHAnsi"/>
                            <w:sz w:val="6"/>
                            <w:szCs w:val="6"/>
                          </w:rPr>
                        </w:pPr>
                      </w:p>
                      <w:p w:rsidR="008972A2" w:rsidRPr="0066320F" w:rsidRDefault="008972A2" w:rsidP="008972A2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Beim zugehörigen Spiel zieht der Spieler blind eine Karte.</w:t>
                        </w:r>
                      </w:p>
                      <w:p w:rsidR="008972A2" w:rsidRPr="0066320F" w:rsidRDefault="008972A2" w:rsidP="008972A2">
                        <w:pPr>
                          <w:pStyle w:val="Listenabsatz"/>
                          <w:numPr>
                            <w:ilvl w:val="0"/>
                            <w:numId w:val="24"/>
                          </w:num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Für einen gezogenen Buchstaben erhält er 1,- €</w:t>
                        </w:r>
                      </w:p>
                      <w:p w:rsidR="008972A2" w:rsidRPr="0066320F" w:rsidRDefault="008972A2" w:rsidP="008972A2">
                        <w:pPr>
                          <w:pStyle w:val="Listenabsatz"/>
                          <w:numPr>
                            <w:ilvl w:val="0"/>
                            <w:numId w:val="24"/>
                          </w:num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66320F">
                          <w:rPr>
                            <w:rFonts w:cstheme="minorHAnsi"/>
                            <w:sz w:val="28"/>
                            <w:szCs w:val="28"/>
                          </w:rPr>
                          <w:t>Für eine gezogene Zahl erhält er 2,- €</w:t>
                        </w:r>
                      </w:p>
                      <w:p w:rsidR="008972A2" w:rsidRDefault="008972A2" w:rsidP="008972A2"/>
                    </w:txbxContent>
                  </v:textbox>
                </v:roundrect>
                <v:rect id="Rectangle 38" o:spid="_x0000_s1060" style="position:absolute;left:258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39" o:spid="_x0000_s1061" style="position:absolute;left:190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40" o:spid="_x0000_s1062" style="position:absolute;left:324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41" o:spid="_x0000_s1063" style="position:absolute;left:391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42" o:spid="_x0000_s1064" style="position:absolute;left:586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43" o:spid="_x0000_s1065" style="position:absolute;left:123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44" o:spid="_x0000_s1066" style="position:absolute;left:522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45" o:spid="_x0000_s1067" style="position:absolute;left:456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46" o:spid="_x0000_s1068" style="position:absolute;left:649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47" o:spid="_x0000_s1069" style="position:absolute;left:712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48" o:spid="_x0000_s1070" style="position:absolute;left:775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v:rect id="Rectangle 49" o:spid="_x0000_s1071" style="position:absolute;left:840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v:rect id="Rectangle 50" o:spid="_x0000_s1072" style="position:absolute;left:9030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<v:rect id="Rectangle 51" o:spid="_x0000_s1073" style="position:absolute;left:9675;top:4050;width:555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</v:group>
            </w:pict>
          </mc:Fallback>
        </mc:AlternateContent>
      </w:r>
    </w:p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Default="008972A2" w:rsidP="008972A2"/>
    <w:p w:rsidR="008972A2" w:rsidRPr="00E929FD" w:rsidRDefault="008972A2" w:rsidP="008972A2"/>
    <w:p w:rsidR="00CD6932" w:rsidRPr="00F66A9D" w:rsidRDefault="00CD6932" w:rsidP="00F66A9D"/>
    <w:sectPr w:rsidR="00CD6932" w:rsidRPr="00F66A9D" w:rsidSect="00F66A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C7" w:rsidRDefault="000655C7" w:rsidP="001E03DE">
      <w:r>
        <w:separator/>
      </w:r>
    </w:p>
  </w:endnote>
  <w:endnote w:type="continuationSeparator" w:id="0">
    <w:p w:rsidR="000655C7" w:rsidRDefault="000655C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B9" w:rsidRDefault="00482E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482EB9">
    <w:pPr>
      <w:pStyle w:val="Fuzeile"/>
      <w:spacing w:after="0" w:line="240" w:lineRule="auto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482EB9">
          <w:pPr>
            <w:pStyle w:val="Fuzeile"/>
            <w:spacing w:after="0"/>
          </w:pPr>
        </w:p>
      </w:tc>
      <w:tc>
        <w:tcPr>
          <w:tcW w:w="8431" w:type="dxa"/>
        </w:tcPr>
        <w:p w:rsidR="00F66A9D" w:rsidRDefault="00F66A9D" w:rsidP="00482EB9">
          <w:pPr>
            <w:pStyle w:val="Fuzeile"/>
            <w:spacing w:after="0"/>
          </w:pPr>
        </w:p>
      </w:tc>
      <w:tc>
        <w:tcPr>
          <w:tcW w:w="669" w:type="dxa"/>
        </w:tcPr>
        <w:p w:rsidR="00F66A9D" w:rsidRDefault="00F66A9D" w:rsidP="00482EB9">
          <w:pPr>
            <w:pStyle w:val="Fuzeile"/>
            <w:spacing w:after="0"/>
          </w:pPr>
        </w:p>
      </w:tc>
    </w:tr>
    <w:tr w:rsidR="00F66A9D" w:rsidTr="00DE2228">
      <w:tc>
        <w:tcPr>
          <w:tcW w:w="817" w:type="dxa"/>
        </w:tcPr>
        <w:p w:rsidR="00F66A9D" w:rsidRDefault="00F66A9D" w:rsidP="00482EB9">
          <w:pPr>
            <w:pStyle w:val="Fuzeile"/>
            <w:spacing w:after="0"/>
          </w:pPr>
          <w:r>
            <w:t>Fach:</w:t>
          </w:r>
        </w:p>
      </w:tc>
      <w:tc>
        <w:tcPr>
          <w:tcW w:w="8431" w:type="dxa"/>
        </w:tcPr>
        <w:p w:rsidR="00F66A9D" w:rsidRDefault="00482EB9" w:rsidP="00482EB9">
          <w:pPr>
            <w:pStyle w:val="Fuzeile"/>
            <w:spacing w:after="0"/>
          </w:pPr>
          <w:r>
            <w:t>Mathematik</w:t>
          </w:r>
        </w:p>
      </w:tc>
      <w:tc>
        <w:tcPr>
          <w:tcW w:w="669" w:type="dxa"/>
        </w:tcPr>
        <w:p w:rsidR="00F66A9D" w:rsidRDefault="00F66A9D" w:rsidP="00482EB9">
          <w:pPr>
            <w:pStyle w:val="Fuzeile"/>
            <w:spacing w:after="0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482EB9">
          <w:pPr>
            <w:pStyle w:val="Fuzeile"/>
            <w:spacing w:after="0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482EB9" w:rsidP="00482EB9">
          <w:pPr>
            <w:pStyle w:val="Fuzeile"/>
            <w:spacing w:after="0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482EB9">
          <w:pPr>
            <w:pStyle w:val="Fuzeile"/>
            <w:spacing w:after="0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10E30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 w:rsidP="00482EB9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C7" w:rsidRDefault="000655C7" w:rsidP="001E03DE">
      <w:r>
        <w:separator/>
      </w:r>
    </w:p>
  </w:footnote>
  <w:footnote w:type="continuationSeparator" w:id="0">
    <w:p w:rsidR="000655C7" w:rsidRDefault="000655C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B9" w:rsidRDefault="00482E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D97DFD9" wp14:editId="76738CA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74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7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7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7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E8CAFF" wp14:editId="02C086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78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7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8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8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9D66C45"/>
    <w:multiLevelType w:val="hybridMultilevel"/>
    <w:tmpl w:val="3EB40424"/>
    <w:lvl w:ilvl="0" w:tplc="EB7A7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3C1662DD"/>
    <w:multiLevelType w:val="hybridMultilevel"/>
    <w:tmpl w:val="2E0AB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4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655C7"/>
    <w:rsid w:val="001A2103"/>
    <w:rsid w:val="001E03DE"/>
    <w:rsid w:val="001E0F2D"/>
    <w:rsid w:val="002223B8"/>
    <w:rsid w:val="00296589"/>
    <w:rsid w:val="00310E30"/>
    <w:rsid w:val="00445B6B"/>
    <w:rsid w:val="0044650F"/>
    <w:rsid w:val="00482EB9"/>
    <w:rsid w:val="008972A2"/>
    <w:rsid w:val="008A6B36"/>
    <w:rsid w:val="008A7911"/>
    <w:rsid w:val="009533B3"/>
    <w:rsid w:val="009935DA"/>
    <w:rsid w:val="009C05F9"/>
    <w:rsid w:val="00AF6A21"/>
    <w:rsid w:val="00B127D0"/>
    <w:rsid w:val="00C1176F"/>
    <w:rsid w:val="00C22DA6"/>
    <w:rsid w:val="00C302FA"/>
    <w:rsid w:val="00C329C9"/>
    <w:rsid w:val="00CA4381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2A2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eastAsia="Times New Roman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445B6B"/>
    <w:pPr>
      <w:spacing w:after="300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972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7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2A2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eastAsia="Times New Roman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445B6B"/>
    <w:pPr>
      <w:spacing w:after="300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972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7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C162-E89A-4636-91FF-E2903E85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3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5</cp:revision>
  <cp:lastPrinted>2018-01-15T15:45:00Z</cp:lastPrinted>
  <dcterms:created xsi:type="dcterms:W3CDTF">2017-10-15T11:01:00Z</dcterms:created>
  <dcterms:modified xsi:type="dcterms:W3CDTF">2018-01-15T15:45:00Z</dcterms:modified>
</cp:coreProperties>
</file>